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7C4E47" w14:paraId="16C6A2FB" w14:textId="77777777" w:rsidTr="00C72E0C">
        <w:tc>
          <w:tcPr>
            <w:tcW w:w="2689" w:type="dxa"/>
          </w:tcPr>
          <w:p w14:paraId="42455469" w14:textId="410B345A" w:rsidR="007C4E47" w:rsidRPr="007C4E47" w:rsidRDefault="007C4E47" w:rsidP="007C4E47">
            <w:pPr>
              <w:pStyle w:val="SIText"/>
            </w:pPr>
            <w:r w:rsidRPr="00CC451E">
              <w:t>Release</w:t>
            </w:r>
            <w:r w:rsidRPr="007C4E47">
              <w:t xml:space="preserve"> </w:t>
            </w:r>
            <w:r w:rsidR="00DC4D45">
              <w:t>1</w:t>
            </w:r>
          </w:p>
        </w:tc>
        <w:tc>
          <w:tcPr>
            <w:tcW w:w="6939" w:type="dxa"/>
          </w:tcPr>
          <w:p w14:paraId="78C41E2D" w14:textId="77D7069D" w:rsidR="007C4E47" w:rsidRPr="004A4B12" w:rsidRDefault="007C4E47" w:rsidP="004A4B12">
            <w:pPr>
              <w:pStyle w:val="SIText"/>
            </w:pPr>
            <w:r w:rsidRPr="004A4B12">
              <w:t xml:space="preserve">This version released with AHC Agriculture, Horticulture and Conservation and Land Management Training Package Version </w:t>
            </w:r>
            <w:r w:rsidR="004A4B12" w:rsidRPr="004A4B12">
              <w:rPr>
                <w:rStyle w:val="SITemporaryText-blue"/>
                <w:color w:val="auto"/>
                <w:sz w:val="20"/>
              </w:rPr>
              <w:t>9</w:t>
            </w:r>
            <w:r w:rsidRPr="004A4B12">
              <w:t>.0</w:t>
            </w:r>
            <w:r w:rsidR="00297131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001C4625" w:rsidR="00F1480E" w:rsidRPr="005404CB" w:rsidRDefault="00A3135C" w:rsidP="005404CB">
            <w:pPr>
              <w:pStyle w:val="SIUNITCODE"/>
            </w:pPr>
            <w:r>
              <w:t>AHC</w:t>
            </w:r>
            <w:r w:rsidR="008034E1">
              <w:t>ORG</w:t>
            </w:r>
            <w:r w:rsidR="004E78D7">
              <w:t>4</w:t>
            </w:r>
            <w:r w:rsidR="00DC4D45">
              <w:t>10</w:t>
            </w:r>
          </w:p>
        </w:tc>
        <w:tc>
          <w:tcPr>
            <w:tcW w:w="3604" w:type="pct"/>
            <w:shd w:val="clear" w:color="auto" w:fill="auto"/>
          </w:tcPr>
          <w:p w14:paraId="01D80964" w14:textId="61294504" w:rsidR="00F1480E" w:rsidRPr="005404CB" w:rsidRDefault="001361BF" w:rsidP="005404CB">
            <w:pPr>
              <w:pStyle w:val="SIUnittitle"/>
            </w:pPr>
            <w:r w:rsidRPr="001361BF">
              <w:t>Manage organic livestock production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5070BFC" w14:textId="7ED775C1" w:rsidR="00405D9E" w:rsidRPr="00405D9E" w:rsidRDefault="00405D9E" w:rsidP="00896712">
            <w:pPr>
              <w:pStyle w:val="SIText"/>
            </w:pPr>
            <w:r w:rsidRPr="00405D9E">
              <w:t>This unit of competency describes the skills and knowledge required to integrate livestock production into an organic production system</w:t>
            </w:r>
            <w:r w:rsidR="00896712">
              <w:t xml:space="preserve"> according to </w:t>
            </w:r>
            <w:r w:rsidRPr="00405D9E">
              <w:t>animal welfare and biosecurity legislation</w:t>
            </w:r>
            <w:r w:rsidR="007C4E47">
              <w:t>, national s</w:t>
            </w:r>
            <w:r w:rsidR="00896712" w:rsidRPr="00896712">
              <w:t>tandard</w:t>
            </w:r>
            <w:r w:rsidR="007C4E47">
              <w:t>s for organic and biodynamic p</w:t>
            </w:r>
            <w:r w:rsidR="00896712" w:rsidRPr="00896712">
              <w:t>roduc</w:t>
            </w:r>
            <w:r w:rsidR="007C4E47">
              <w:t>tion</w:t>
            </w:r>
            <w:r w:rsidR="00297131">
              <w:t>,</w:t>
            </w:r>
            <w:r w:rsidR="00896712" w:rsidRPr="00896712">
              <w:t xml:space="preserve"> and agroecological principles.</w:t>
            </w:r>
          </w:p>
          <w:p w14:paraId="5D71B6E0" w14:textId="77777777" w:rsidR="00405D9E" w:rsidRPr="00405D9E" w:rsidRDefault="00405D9E" w:rsidP="00405D9E">
            <w:pPr>
              <w:pStyle w:val="SIText"/>
            </w:pPr>
          </w:p>
          <w:p w14:paraId="6E81908E" w14:textId="299156FE" w:rsidR="00405D9E" w:rsidRPr="00405D9E" w:rsidRDefault="00896712" w:rsidP="00405D9E">
            <w:pPr>
              <w:pStyle w:val="SIText"/>
            </w:pPr>
            <w:r>
              <w:t>The</w:t>
            </w:r>
            <w:r w:rsidR="00405D9E" w:rsidRPr="00405D9E">
              <w:t xml:space="preserve"> unit applies to individuals who take responsibility for their own work and for the quality of the work of others within know</w:t>
            </w:r>
            <w:r w:rsidR="00E64DE6">
              <w:t>n</w:t>
            </w:r>
            <w:r w:rsidR="00405D9E" w:rsidRPr="00405D9E">
              <w:t xml:space="preserve"> parameters</w:t>
            </w:r>
            <w:r w:rsidR="00297131">
              <w:t>,</w:t>
            </w:r>
            <w:r w:rsidR="00405D9E" w:rsidRPr="00405D9E">
              <w:t xml:space="preserve"> and use discretion and judgment in the selection, </w:t>
            </w:r>
            <w:proofErr w:type="gramStart"/>
            <w:r w:rsidR="00405D9E" w:rsidRPr="00405D9E">
              <w:t>allocation</w:t>
            </w:r>
            <w:proofErr w:type="gramEnd"/>
            <w:r w:rsidR="00405D9E" w:rsidRPr="00405D9E">
              <w:t xml:space="preserve"> and use of available resources.</w:t>
            </w:r>
          </w:p>
          <w:p w14:paraId="7B9387FA" w14:textId="77777777" w:rsidR="00405D9E" w:rsidRPr="00405D9E" w:rsidRDefault="00405D9E" w:rsidP="00405D9E">
            <w:pPr>
              <w:pStyle w:val="SIText"/>
            </w:pPr>
          </w:p>
          <w:p w14:paraId="22C15BCD" w14:textId="22984800" w:rsidR="00373436" w:rsidRPr="000754EC" w:rsidRDefault="00405D9E" w:rsidP="00652896">
            <w:pPr>
              <w:pStyle w:val="SIText"/>
            </w:pPr>
            <w:r w:rsidRPr="00405D9E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5BEA22D" w:rsidR="00F1480E" w:rsidRPr="00460248" w:rsidRDefault="00460248" w:rsidP="00460248">
            <w:pPr>
              <w:pStyle w:val="SIText"/>
            </w:pPr>
            <w:r w:rsidRPr="00460248">
              <w:t>Organic Production (ORG)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D52C9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470EE31E" w:rsidR="004D52C9" w:rsidRPr="004D52C9" w:rsidRDefault="004D52C9">
            <w:pPr>
              <w:pStyle w:val="SIText"/>
            </w:pPr>
            <w:r w:rsidRPr="004D52C9">
              <w:t xml:space="preserve">1. </w:t>
            </w:r>
            <w:r w:rsidR="009B2C4C">
              <w:t>Prepare to manage animal health and welfare</w:t>
            </w:r>
          </w:p>
        </w:tc>
        <w:tc>
          <w:tcPr>
            <w:tcW w:w="3604" w:type="pct"/>
            <w:shd w:val="clear" w:color="auto" w:fill="auto"/>
          </w:tcPr>
          <w:p w14:paraId="7D3A9B25" w14:textId="42E4C9AA" w:rsidR="004D52C9" w:rsidRDefault="004D52C9" w:rsidP="004D52C9">
            <w:r w:rsidRPr="004D52C9">
              <w:t xml:space="preserve">1.1 </w:t>
            </w:r>
            <w:r w:rsidR="00652896">
              <w:t>Investigate and c</w:t>
            </w:r>
            <w:r w:rsidRPr="004D52C9">
              <w:t>onsider natural behaviours</w:t>
            </w:r>
            <w:r w:rsidR="00652896">
              <w:t xml:space="preserve">, requirements and welfare </w:t>
            </w:r>
            <w:r w:rsidRPr="004D52C9">
              <w:t>of animals</w:t>
            </w:r>
            <w:r w:rsidR="00652896">
              <w:t xml:space="preserve"> when</w:t>
            </w:r>
            <w:r w:rsidRPr="004D52C9">
              <w:t xml:space="preserve"> planning for organic livestock production</w:t>
            </w:r>
          </w:p>
          <w:p w14:paraId="56C64FC2" w14:textId="6715BF8E" w:rsidR="00652896" w:rsidRPr="004D52C9" w:rsidRDefault="00652896" w:rsidP="004D52C9">
            <w:r>
              <w:t>1.2 Identify production requirements and environment of farm</w:t>
            </w:r>
          </w:p>
          <w:p w14:paraId="473D1789" w14:textId="7321BA91" w:rsidR="00652896" w:rsidRDefault="004D52C9" w:rsidP="004D52C9">
            <w:r w:rsidRPr="004D52C9">
              <w:t>1.</w:t>
            </w:r>
            <w:r w:rsidR="00652896">
              <w:t>3</w:t>
            </w:r>
            <w:r w:rsidRPr="004D52C9">
              <w:t xml:space="preserve"> </w:t>
            </w:r>
            <w:r w:rsidR="00652896">
              <w:t>Identify and s</w:t>
            </w:r>
            <w:r w:rsidRPr="004D52C9">
              <w:t>elect genetic</w:t>
            </w:r>
            <w:r w:rsidR="00652896">
              <w:t xml:space="preserve"> varieties of animals best suited to production requirements and environment</w:t>
            </w:r>
          </w:p>
          <w:p w14:paraId="4B044429" w14:textId="70E3EF88" w:rsidR="004D52C9" w:rsidRPr="004D52C9" w:rsidRDefault="004D52C9">
            <w:r w:rsidRPr="004D52C9">
              <w:t>1.</w:t>
            </w:r>
            <w:r w:rsidR="009B2C4C">
              <w:t>4</w:t>
            </w:r>
            <w:r w:rsidRPr="004D52C9">
              <w:t xml:space="preserve"> Develop animal health </w:t>
            </w:r>
            <w:r w:rsidR="00652896">
              <w:t>management</w:t>
            </w:r>
            <w:r w:rsidR="00652896" w:rsidRPr="004D52C9">
              <w:t xml:space="preserve"> </w:t>
            </w:r>
            <w:r w:rsidRPr="004D52C9">
              <w:t>strategies</w:t>
            </w:r>
            <w:r w:rsidR="00652896">
              <w:t xml:space="preserve"> </w:t>
            </w:r>
            <w:r w:rsidR="009B2C4C">
              <w:t>for farm</w:t>
            </w:r>
          </w:p>
        </w:tc>
      </w:tr>
      <w:tr w:rsidR="009B2C4C" w:rsidRPr="00963A46" w14:paraId="73751E3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33FC34" w14:textId="2ACD6514" w:rsidR="009B2C4C" w:rsidRPr="004D52C9" w:rsidRDefault="009B2C4C" w:rsidP="004D52C9">
            <w:pPr>
              <w:pStyle w:val="SIText"/>
            </w:pPr>
            <w:r>
              <w:t>2</w:t>
            </w:r>
            <w:r w:rsidR="00297131">
              <w:t>.</w:t>
            </w:r>
            <w:r w:rsidRPr="004D52C9">
              <w:t xml:space="preserve"> Manage animal health and welfare</w:t>
            </w:r>
          </w:p>
        </w:tc>
        <w:tc>
          <w:tcPr>
            <w:tcW w:w="3604" w:type="pct"/>
            <w:shd w:val="clear" w:color="auto" w:fill="auto"/>
          </w:tcPr>
          <w:p w14:paraId="19522CA2" w14:textId="634E7840" w:rsidR="009B2C4C" w:rsidRPr="009B2C4C" w:rsidRDefault="009B2C4C" w:rsidP="009B2C4C">
            <w:r>
              <w:t xml:space="preserve">2.1 </w:t>
            </w:r>
            <w:r w:rsidRPr="009B2C4C">
              <w:t xml:space="preserve">Communicate </w:t>
            </w:r>
            <w:r>
              <w:t xml:space="preserve">and implement </w:t>
            </w:r>
            <w:r w:rsidRPr="009B2C4C">
              <w:t>animal health management strategy to work team</w:t>
            </w:r>
          </w:p>
          <w:p w14:paraId="00784ADE" w14:textId="6D40BEA9" w:rsidR="009B2C4C" w:rsidRDefault="009B2C4C" w:rsidP="009B2C4C">
            <w:r>
              <w:t>2.2</w:t>
            </w:r>
            <w:r w:rsidRPr="009B2C4C">
              <w:t xml:space="preserve"> Monitor livestock </w:t>
            </w:r>
            <w:r>
              <w:t>for health and welfare</w:t>
            </w:r>
          </w:p>
          <w:p w14:paraId="0087059E" w14:textId="222C4629" w:rsidR="009B2C4C" w:rsidRPr="009B2C4C" w:rsidRDefault="009B2C4C" w:rsidP="009B2C4C">
            <w:r>
              <w:t>2.3</w:t>
            </w:r>
            <w:r w:rsidRPr="009B2C4C">
              <w:t xml:space="preserve"> Manage livestock according to certified organic standards and biosecurity procedures</w:t>
            </w:r>
          </w:p>
          <w:p w14:paraId="56EF2BCE" w14:textId="7DD6F526" w:rsidR="009B2C4C" w:rsidRPr="009B2C4C" w:rsidRDefault="009B2C4C" w:rsidP="009B2C4C">
            <w:r>
              <w:t>2.4</w:t>
            </w:r>
            <w:r w:rsidRPr="009B2C4C">
              <w:t xml:space="preserve"> Conduct animal husbandry and transport </w:t>
            </w:r>
            <w:r>
              <w:t>according to</w:t>
            </w:r>
            <w:r w:rsidRPr="009B2C4C">
              <w:t xml:space="preserve"> animal welfare principles and organic certification requirements</w:t>
            </w:r>
          </w:p>
          <w:p w14:paraId="455F48B5" w14:textId="2E16998C" w:rsidR="009B2C4C" w:rsidRPr="004D52C9" w:rsidRDefault="009B2C4C">
            <w:r>
              <w:t>2.5</w:t>
            </w:r>
            <w:r w:rsidRPr="004D52C9">
              <w:t xml:space="preserve"> Maintain livestock records required for organic certification</w:t>
            </w:r>
          </w:p>
        </w:tc>
      </w:tr>
      <w:tr w:rsidR="004D52C9" w:rsidRPr="00963A46" w14:paraId="711A21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9A3E" w14:textId="7369319C" w:rsidR="004D52C9" w:rsidRPr="004D52C9" w:rsidRDefault="009B2C4C" w:rsidP="004D52C9">
            <w:pPr>
              <w:pStyle w:val="SIText"/>
            </w:pPr>
            <w:r>
              <w:t>3</w:t>
            </w:r>
            <w:r w:rsidR="004D52C9" w:rsidRPr="004D52C9">
              <w:t>. Develop and implement supplementary feed requirements</w:t>
            </w:r>
          </w:p>
        </w:tc>
        <w:tc>
          <w:tcPr>
            <w:tcW w:w="3604" w:type="pct"/>
            <w:shd w:val="clear" w:color="auto" w:fill="auto"/>
          </w:tcPr>
          <w:p w14:paraId="12D14114" w14:textId="1EAF5340" w:rsidR="004D52C9" w:rsidRPr="004D52C9" w:rsidRDefault="009B2C4C" w:rsidP="004D52C9">
            <w:r>
              <w:t>3.</w:t>
            </w:r>
            <w:r w:rsidR="004D52C9" w:rsidRPr="004D52C9">
              <w:t>1 Identify feed gaps and requirements for supplementary feed</w:t>
            </w:r>
            <w:r w:rsidR="00297131">
              <w:t>,</w:t>
            </w:r>
            <w:r w:rsidR="004D52C9" w:rsidRPr="004D52C9">
              <w:t xml:space="preserve"> </w:t>
            </w:r>
            <w:proofErr w:type="gramStart"/>
            <w:r w:rsidR="004D52C9" w:rsidRPr="004D52C9">
              <w:t>taking into account</w:t>
            </w:r>
            <w:proofErr w:type="gramEnd"/>
            <w:r w:rsidR="004D52C9" w:rsidRPr="004D52C9">
              <w:t xml:space="preserve"> seasonal conditions and drought</w:t>
            </w:r>
          </w:p>
          <w:p w14:paraId="00BA518B" w14:textId="2950904F" w:rsidR="004D52C9" w:rsidRPr="004D52C9" w:rsidRDefault="009B2C4C" w:rsidP="004D52C9">
            <w:r>
              <w:t>3</w:t>
            </w:r>
            <w:r w:rsidR="004D52C9" w:rsidRPr="004D52C9">
              <w:t>.2 Incorporate on-farm supplementary feed strategies</w:t>
            </w:r>
            <w:r w:rsidR="00297131">
              <w:t>,</w:t>
            </w:r>
            <w:r w:rsidR="004D52C9" w:rsidRPr="004D52C9">
              <w:t xml:space="preserve"> including fodder crops, agroforestry or standing hay paddocks</w:t>
            </w:r>
            <w:r w:rsidR="00297131">
              <w:t>,</w:t>
            </w:r>
            <w:r w:rsidR="004D52C9" w:rsidRPr="004D52C9">
              <w:t xml:space="preserve"> into the annual program for animal feed and on-farm sustainability</w:t>
            </w:r>
          </w:p>
          <w:p w14:paraId="06D6FA98" w14:textId="24AB67F0" w:rsidR="004D52C9" w:rsidRPr="004D52C9" w:rsidRDefault="009B2C4C" w:rsidP="004D52C9">
            <w:r>
              <w:t>3</w:t>
            </w:r>
            <w:r w:rsidR="004D52C9" w:rsidRPr="004D52C9">
              <w:t>.3 Implement good storage practi</w:t>
            </w:r>
            <w:r w:rsidR="00297131">
              <w:t>c</w:t>
            </w:r>
            <w:r w:rsidR="004D52C9" w:rsidRPr="004D52C9">
              <w:t>es for feed inputs to ensure quality is maintained</w:t>
            </w:r>
          </w:p>
          <w:p w14:paraId="164F0907" w14:textId="5EBF3A74" w:rsidR="004D52C9" w:rsidRPr="004D52C9" w:rsidRDefault="009B2C4C">
            <w:r>
              <w:t>3</w:t>
            </w:r>
            <w:r w:rsidR="004D52C9" w:rsidRPr="004D52C9">
              <w:t>.4 Purchase and use nutritional inputs in the feed program that meet relevant Organic Standards and/or agroecological principles where applicable</w:t>
            </w:r>
          </w:p>
        </w:tc>
      </w:tr>
      <w:tr w:rsidR="004D52C9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24ACFF94" w:rsidR="004D52C9" w:rsidRPr="004D52C9" w:rsidRDefault="009B2C4C">
            <w:pPr>
              <w:pStyle w:val="SIText"/>
            </w:pPr>
            <w:r>
              <w:lastRenderedPageBreak/>
              <w:t>4</w:t>
            </w:r>
            <w:r w:rsidR="004D52C9" w:rsidRPr="004D52C9">
              <w:t>. Develop a sustainable grazing strategy</w:t>
            </w:r>
          </w:p>
        </w:tc>
        <w:tc>
          <w:tcPr>
            <w:tcW w:w="3604" w:type="pct"/>
            <w:shd w:val="clear" w:color="auto" w:fill="auto"/>
          </w:tcPr>
          <w:p w14:paraId="3ADFC3F1" w14:textId="1D14EC78" w:rsidR="004D52C9" w:rsidRPr="004D52C9" w:rsidRDefault="009B2C4C" w:rsidP="004D52C9">
            <w:r>
              <w:t>4</w:t>
            </w:r>
            <w:r w:rsidR="004D52C9" w:rsidRPr="004D52C9">
              <w:t xml:space="preserve">.1 Determine feed requirements, carrying capacity and stocking rate for </w:t>
            </w:r>
            <w:r>
              <w:t xml:space="preserve">farm according to </w:t>
            </w:r>
            <w:r w:rsidR="004D52C9" w:rsidRPr="004D52C9">
              <w:t>seasonal variability</w:t>
            </w:r>
            <w:r>
              <w:t xml:space="preserve">, </w:t>
            </w:r>
            <w:r w:rsidR="004D52C9" w:rsidRPr="004D52C9">
              <w:t>livestock needs</w:t>
            </w:r>
            <w:r>
              <w:t xml:space="preserve"> and sustainability requirements</w:t>
            </w:r>
          </w:p>
          <w:p w14:paraId="356CC939" w14:textId="63C92A4E" w:rsidR="004D52C9" w:rsidRPr="004D52C9" w:rsidRDefault="009B2C4C" w:rsidP="004D52C9">
            <w:r>
              <w:t>4</w:t>
            </w:r>
            <w:r w:rsidR="004D52C9" w:rsidRPr="004D52C9">
              <w:t xml:space="preserve">.2 Determine indicators and benchmarks for sustainable pasture, </w:t>
            </w:r>
            <w:proofErr w:type="gramStart"/>
            <w:r w:rsidR="004D52C9" w:rsidRPr="004D52C9">
              <w:t>land</w:t>
            </w:r>
            <w:proofErr w:type="gramEnd"/>
            <w:r w:rsidR="004D52C9" w:rsidRPr="004D52C9">
              <w:t xml:space="preserve"> and soil use for </w:t>
            </w:r>
            <w:r>
              <w:t>farm</w:t>
            </w:r>
          </w:p>
          <w:p w14:paraId="12961BA4" w14:textId="4E3220C0" w:rsidR="009B2C4C" w:rsidRDefault="009B2C4C" w:rsidP="004D52C9">
            <w:r>
              <w:t>4</w:t>
            </w:r>
            <w:r w:rsidR="004D52C9" w:rsidRPr="004D52C9">
              <w:t xml:space="preserve">.3 Identify grazing infrastructure required </w:t>
            </w:r>
            <w:r>
              <w:t xml:space="preserve">according to </w:t>
            </w:r>
            <w:r w:rsidR="004D52C9" w:rsidRPr="004D52C9">
              <w:t xml:space="preserve">planned grazing </w:t>
            </w:r>
            <w:r>
              <w:t>outcomes</w:t>
            </w:r>
          </w:p>
          <w:p w14:paraId="29704CED" w14:textId="76B4BA1F" w:rsidR="004D52C9" w:rsidRPr="004D52C9" w:rsidRDefault="009B2C4C" w:rsidP="004D52C9">
            <w:r>
              <w:t>4.4 I</w:t>
            </w:r>
            <w:r w:rsidR="004D52C9" w:rsidRPr="004D52C9">
              <w:t xml:space="preserve">ncorporate </w:t>
            </w:r>
            <w:r>
              <w:t xml:space="preserve">infrastructure requirements </w:t>
            </w:r>
            <w:r w:rsidR="004D52C9" w:rsidRPr="004D52C9">
              <w:t xml:space="preserve">into </w:t>
            </w:r>
            <w:r>
              <w:t>farm</w:t>
            </w:r>
            <w:r w:rsidR="004D52C9" w:rsidRPr="004D52C9">
              <w:t xml:space="preserve"> improvement program</w:t>
            </w:r>
          </w:p>
          <w:p w14:paraId="2B00249F" w14:textId="1FE8FEC8" w:rsidR="004D52C9" w:rsidRPr="004D52C9" w:rsidRDefault="009B2C4C" w:rsidP="004A4B12">
            <w:r>
              <w:t>4</w:t>
            </w:r>
            <w:r w:rsidR="004D52C9" w:rsidRPr="004D52C9">
              <w:t>.</w:t>
            </w:r>
            <w:r>
              <w:t>5</w:t>
            </w:r>
            <w:r w:rsidR="004D52C9" w:rsidRPr="004D52C9">
              <w:t xml:space="preserve"> Develop a planned grazing system </w:t>
            </w:r>
            <w:r>
              <w:t xml:space="preserve">according to </w:t>
            </w:r>
            <w:r w:rsidR="004D52C9" w:rsidRPr="004D52C9">
              <w:t>optimal livestock health</w:t>
            </w:r>
            <w:r>
              <w:t xml:space="preserve">, </w:t>
            </w:r>
            <w:proofErr w:type="gramStart"/>
            <w:r w:rsidR="004D52C9" w:rsidRPr="004D52C9">
              <w:t>productivity</w:t>
            </w:r>
            <w:proofErr w:type="gramEnd"/>
            <w:r w:rsidR="004D52C9" w:rsidRPr="004D52C9">
              <w:t xml:space="preserve"> </w:t>
            </w:r>
            <w:r>
              <w:t>and grazing requirements</w:t>
            </w:r>
          </w:p>
        </w:tc>
      </w:tr>
      <w:tr w:rsidR="009B2C4C" w:rsidRPr="00963A46" w14:paraId="5A338A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FCC571" w14:textId="315097DA" w:rsidR="009B2C4C" w:rsidRDefault="009B2C4C" w:rsidP="009B2C4C">
            <w:pPr>
              <w:pStyle w:val="SIText"/>
            </w:pPr>
            <w:r>
              <w:t>5. Implement a sustainable grazing strategy</w:t>
            </w:r>
          </w:p>
        </w:tc>
        <w:tc>
          <w:tcPr>
            <w:tcW w:w="3604" w:type="pct"/>
            <w:shd w:val="clear" w:color="auto" w:fill="auto"/>
          </w:tcPr>
          <w:p w14:paraId="4C6F2910" w14:textId="3BDA72B2" w:rsidR="009B2C4C" w:rsidRPr="009B2C4C" w:rsidRDefault="009B2C4C" w:rsidP="009B2C4C">
            <w:r>
              <w:t>5.1</w:t>
            </w:r>
            <w:r w:rsidRPr="009B2C4C">
              <w:t xml:space="preserve"> Optimise soil and plant health to provide a nutrient-dense and balanced diet for livestock</w:t>
            </w:r>
          </w:p>
          <w:p w14:paraId="5F871BE2" w14:textId="498DAC57" w:rsidR="009B2C4C" w:rsidRPr="009B2C4C" w:rsidRDefault="009B2C4C" w:rsidP="009B2C4C">
            <w:r>
              <w:t>5.2 Implement and m</w:t>
            </w:r>
            <w:r w:rsidRPr="009B2C4C">
              <w:t xml:space="preserve">onitor grazing system to ensure </w:t>
            </w:r>
            <w:r>
              <w:t>productivity and sustainability</w:t>
            </w:r>
          </w:p>
          <w:p w14:paraId="5D459B78" w14:textId="69324CEE" w:rsidR="009B2C4C" w:rsidRPr="009B2C4C" w:rsidRDefault="009B2C4C" w:rsidP="009B2C4C">
            <w:r>
              <w:t xml:space="preserve">5.3 </w:t>
            </w:r>
            <w:r w:rsidRPr="009B2C4C">
              <w:t xml:space="preserve">Implement strategies for controlling weeds in pastures </w:t>
            </w:r>
            <w:r>
              <w:t>according to Organic Standards and a</w:t>
            </w:r>
            <w:r w:rsidRPr="009B2C4C">
              <w:t>groecolog</w:t>
            </w:r>
            <w:r>
              <w:t>ical principles</w:t>
            </w:r>
          </w:p>
          <w:p w14:paraId="5E2F5DEF" w14:textId="50D395E7" w:rsidR="009B2C4C" w:rsidRPr="004D52C9" w:rsidDel="009B2C4C" w:rsidRDefault="009B2C4C">
            <w:r>
              <w:t xml:space="preserve">5.4 Maintain records of grazing activity according to workplace procedures and </w:t>
            </w:r>
            <w:r w:rsidRPr="004D52C9">
              <w:t>O</w:t>
            </w:r>
            <w:r>
              <w:t>rganic Standards</w:t>
            </w:r>
          </w:p>
        </w:tc>
      </w:tr>
      <w:tr w:rsidR="004D52C9" w:rsidRPr="00963A46" w14:paraId="4CEBBA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120DF2" w14:textId="48830889" w:rsidR="004D52C9" w:rsidRPr="004D52C9" w:rsidRDefault="009B2C4C" w:rsidP="004D52C9">
            <w:pPr>
              <w:pStyle w:val="SIText"/>
            </w:pPr>
            <w:r>
              <w:t>6</w:t>
            </w:r>
            <w:r w:rsidR="004D52C9" w:rsidRPr="004D52C9">
              <w:t>. Manage farm fertility for the livestock enterprise</w:t>
            </w:r>
          </w:p>
        </w:tc>
        <w:tc>
          <w:tcPr>
            <w:tcW w:w="3604" w:type="pct"/>
            <w:shd w:val="clear" w:color="auto" w:fill="auto"/>
          </w:tcPr>
          <w:p w14:paraId="506FA8E9" w14:textId="65EB4D5A" w:rsidR="004D52C9" w:rsidRPr="004D52C9" w:rsidRDefault="009B2C4C" w:rsidP="004D52C9">
            <w:r>
              <w:t>6</w:t>
            </w:r>
            <w:r w:rsidR="004D52C9" w:rsidRPr="004D52C9">
              <w:t>.1 Estimate level of nutrients exported from farm</w:t>
            </w:r>
          </w:p>
          <w:p w14:paraId="66AFE163" w14:textId="45C335C9" w:rsidR="004D52C9" w:rsidRPr="004D52C9" w:rsidRDefault="009B2C4C" w:rsidP="004D52C9">
            <w:r>
              <w:t>6</w:t>
            </w:r>
            <w:r w:rsidR="004D52C9" w:rsidRPr="004D52C9">
              <w:t xml:space="preserve">.2 Implement </w:t>
            </w:r>
            <w:r w:rsidR="00572EEB">
              <w:t xml:space="preserve">soil </w:t>
            </w:r>
            <w:r w:rsidR="004D52C9" w:rsidRPr="004D52C9">
              <w:t xml:space="preserve">fertility monitoring program </w:t>
            </w:r>
          </w:p>
          <w:p w14:paraId="04667EA4" w14:textId="49BE29AA" w:rsidR="004D52C9" w:rsidRPr="004D52C9" w:rsidRDefault="009B2C4C" w:rsidP="004D52C9">
            <w:r>
              <w:t>6</w:t>
            </w:r>
            <w:r w:rsidR="004D52C9" w:rsidRPr="004D52C9">
              <w:t xml:space="preserve">.3 </w:t>
            </w:r>
            <w:r w:rsidR="00572EEB">
              <w:t>Manage</w:t>
            </w:r>
            <w:r w:rsidR="00572EEB" w:rsidRPr="004D52C9">
              <w:t xml:space="preserve"> </w:t>
            </w:r>
            <w:r w:rsidR="004D52C9" w:rsidRPr="004D52C9">
              <w:t xml:space="preserve">soil nutrient levels and balance </w:t>
            </w:r>
            <w:r w:rsidR="00572EEB">
              <w:t>according to</w:t>
            </w:r>
            <w:r w:rsidR="004D52C9" w:rsidRPr="004D52C9">
              <w:t xml:space="preserve"> Organic Standards and agroecological principles</w:t>
            </w:r>
          </w:p>
          <w:p w14:paraId="6B150DBA" w14:textId="1F514B7B" w:rsidR="004D52C9" w:rsidRPr="004D52C9" w:rsidRDefault="009B2C4C" w:rsidP="004D52C9">
            <w:r>
              <w:t>6</w:t>
            </w:r>
            <w:r w:rsidR="004D52C9" w:rsidRPr="004D52C9">
              <w:t xml:space="preserve">.4 Eliminate risk of weed and chemical contamination </w:t>
            </w:r>
            <w:r w:rsidR="00572EEB">
              <w:t xml:space="preserve">of </w:t>
            </w:r>
            <w:r w:rsidR="004D52C9" w:rsidRPr="004D52C9">
              <w:t xml:space="preserve">farm </w:t>
            </w:r>
            <w:r w:rsidR="00572EEB">
              <w:t xml:space="preserve">according to </w:t>
            </w:r>
            <w:r w:rsidR="004D52C9" w:rsidRPr="004D52C9">
              <w:t>Organic Standards and agroecological principles</w:t>
            </w:r>
          </w:p>
          <w:p w14:paraId="30767ED0" w14:textId="60ECEED8" w:rsidR="004D52C9" w:rsidRPr="004D52C9" w:rsidRDefault="009B2C4C">
            <w:pPr>
              <w:pStyle w:val="SIText"/>
            </w:pPr>
            <w:r>
              <w:t>6</w:t>
            </w:r>
            <w:r w:rsidR="004D52C9" w:rsidRPr="004D52C9">
              <w:t xml:space="preserve">.5 </w:t>
            </w:r>
            <w:r w:rsidR="00572EEB">
              <w:t>Maintain records of soil</w:t>
            </w:r>
            <w:r w:rsidR="00572EEB" w:rsidRPr="004D52C9">
              <w:t xml:space="preserve"> </w:t>
            </w:r>
            <w:r w:rsidR="004D52C9" w:rsidRPr="004D52C9">
              <w:t xml:space="preserve">fertility </w:t>
            </w:r>
            <w:r w:rsidR="00572EEB">
              <w:t xml:space="preserve">according to workplace procedures and </w:t>
            </w:r>
            <w:r w:rsidR="004D52C9" w:rsidRPr="004D52C9">
              <w:t>Organic Standards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C93B413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2845D9CA" w:rsidR="00F1480E" w:rsidRPr="005404CB" w:rsidRDefault="004E0011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85B3D2" w14:textId="252D5EC9" w:rsidR="00F1480E" w:rsidRPr="005404CB" w:rsidRDefault="004E0011">
            <w:pPr>
              <w:pStyle w:val="SIBulletList1"/>
              <w:rPr>
                <w:rFonts w:eastAsia="Calibri"/>
              </w:rPr>
            </w:pPr>
            <w:r w:rsidRPr="004E0011">
              <w:t xml:space="preserve">Critically analyse </w:t>
            </w:r>
            <w:r>
              <w:t>organic production</w:t>
            </w:r>
            <w:r w:rsidRPr="004E0011">
              <w:t xml:space="preserve"> principles, </w:t>
            </w:r>
            <w:proofErr w:type="gramStart"/>
            <w:r w:rsidRPr="004E0011">
              <w:t>standards</w:t>
            </w:r>
            <w:proofErr w:type="gramEnd"/>
            <w:r w:rsidRPr="004E0011">
              <w:t xml:space="preserve"> and certification procedures to ensure compliance w</w:t>
            </w:r>
            <w:r>
              <w:t>ith organic livestock production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5D1260CA" w:rsidR="00F1480E" w:rsidRPr="005404CB" w:rsidRDefault="004E0011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B5C131C" w14:textId="2B08F3E4" w:rsidR="00F1480E" w:rsidRPr="005404CB" w:rsidRDefault="004E0011">
            <w:pPr>
              <w:pStyle w:val="SIBulletList1"/>
              <w:rPr>
                <w:rFonts w:eastAsia="Calibri"/>
              </w:rPr>
            </w:pPr>
            <w:r w:rsidRPr="004E0011">
              <w:t xml:space="preserve">Develop procedural material for </w:t>
            </w:r>
            <w:r>
              <w:t xml:space="preserve">organic livestock production </w:t>
            </w:r>
            <w:r w:rsidRPr="004E0011">
              <w:t xml:space="preserve">using clear </w:t>
            </w:r>
            <w:r>
              <w:t>industry specific</w:t>
            </w:r>
            <w:r w:rsidRPr="004E0011">
              <w:t xml:space="preserve"> language </w:t>
            </w:r>
            <w:proofErr w:type="gramStart"/>
            <w:r w:rsidRPr="004E0011">
              <w:t>in order to</w:t>
            </w:r>
            <w:proofErr w:type="gramEnd"/>
            <w:r w:rsidRPr="004E0011">
              <w:t xml:space="preserve"> convey explicit information</w:t>
            </w:r>
            <w:r>
              <w:t xml:space="preserve"> for production</w:t>
            </w:r>
            <w:r w:rsidRPr="004E0011">
              <w:t xml:space="preserve"> requirements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2097C410" w:rsidR="00041E59" w:rsidRPr="005404CB" w:rsidRDefault="00475717" w:rsidP="005404CB">
            <w:pPr>
              <w:pStyle w:val="SIText"/>
            </w:pPr>
            <w:r w:rsidRPr="001361BF">
              <w:t>AHCORG4</w:t>
            </w:r>
            <w:r w:rsidR="00DC4D45">
              <w:t>10</w:t>
            </w:r>
            <w:r w:rsidRPr="001361BF">
              <w:t xml:space="preserve"> Manage organic livestock production</w:t>
            </w:r>
          </w:p>
        </w:tc>
        <w:tc>
          <w:tcPr>
            <w:tcW w:w="1105" w:type="pct"/>
          </w:tcPr>
          <w:p w14:paraId="64EA7AE3" w14:textId="0EFB40F8" w:rsidR="00041E59" w:rsidRPr="005404CB" w:rsidRDefault="00475717" w:rsidP="005404CB">
            <w:pPr>
              <w:pStyle w:val="SIText"/>
            </w:pPr>
            <w:r w:rsidRPr="00475717">
              <w:t>AHCORG402 Manage organic livestock production</w:t>
            </w:r>
          </w:p>
        </w:tc>
        <w:tc>
          <w:tcPr>
            <w:tcW w:w="1251" w:type="pct"/>
          </w:tcPr>
          <w:p w14:paraId="21FB630B" w14:textId="77777777" w:rsidR="00041E59" w:rsidRDefault="00475717" w:rsidP="005404CB">
            <w:pPr>
              <w:pStyle w:val="SIText"/>
            </w:pPr>
            <w:r>
              <w:t>Minor changes to Application</w:t>
            </w:r>
          </w:p>
          <w:p w14:paraId="3E031D32" w14:textId="332CE2CE" w:rsidR="00475717" w:rsidRPr="005404CB" w:rsidRDefault="00297131" w:rsidP="005404CB">
            <w:pPr>
              <w:pStyle w:val="SIText"/>
            </w:pPr>
            <w:r>
              <w:t>S</w:t>
            </w:r>
            <w:r w:rsidR="00475717">
              <w:t xml:space="preserve">plit, re-sequenced and </w:t>
            </w:r>
            <w:r>
              <w:t xml:space="preserve">made </w:t>
            </w:r>
            <w:r w:rsidR="00475717">
              <w:t xml:space="preserve">minor edits to Elements and Performance </w:t>
            </w:r>
            <w:r>
              <w:t>C</w:t>
            </w:r>
            <w:r w:rsidR="00475717">
              <w:t>riteria for clarity and improved structure</w:t>
            </w:r>
            <w:r w:rsidR="004B6C62">
              <w:br/>
              <w:t xml:space="preserve">Changes to Performance Evidence, Knowledge Evidence </w:t>
            </w:r>
            <w:r w:rsidR="004B6C62">
              <w:lastRenderedPageBreak/>
              <w:t>and Assessment Conditions for clarity</w:t>
            </w:r>
            <w:r w:rsidR="004B6C62">
              <w:br/>
              <w:t>Foundation Skills added</w:t>
            </w:r>
          </w:p>
        </w:tc>
        <w:tc>
          <w:tcPr>
            <w:tcW w:w="1616" w:type="pct"/>
          </w:tcPr>
          <w:p w14:paraId="426455CD" w14:textId="094E584A" w:rsidR="00916CD7" w:rsidRPr="005404CB" w:rsidRDefault="006E25E4" w:rsidP="005404CB">
            <w:pPr>
              <w:pStyle w:val="SIText"/>
            </w:pPr>
            <w:r>
              <w:lastRenderedPageBreak/>
              <w:t>Equivalent</w:t>
            </w:r>
          </w:p>
        </w:tc>
      </w:tr>
    </w:tbl>
    <w:p w14:paraId="127C3A94" w14:textId="44136C4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16C59326" w:rsidR="00F1480E" w:rsidRPr="005404CB" w:rsidRDefault="00297131" w:rsidP="005404CB">
            <w:pPr>
              <w:pStyle w:val="SIText"/>
            </w:pPr>
            <w:r>
              <w:t xml:space="preserve">Companion Volumes, including Implementation </w:t>
            </w:r>
            <w:r w:rsidRPr="00297131">
              <w:t xml:space="preserve">Guides, are available at </w:t>
            </w:r>
            <w:proofErr w:type="spellStart"/>
            <w:r w:rsidRPr="00297131">
              <w:t>VETNet</w:t>
            </w:r>
            <w:proofErr w:type="spellEnd"/>
            <w:r w:rsidRPr="00297131">
              <w:t xml:space="preserve">: </w:t>
            </w:r>
            <w:hyperlink r:id="rId11" w:history="1">
              <w:r w:rsidRPr="00297131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57F81A9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05D9E" w:rsidRPr="00405D9E">
              <w:t>AHCORG4</w:t>
            </w:r>
            <w:r w:rsidR="00DC4D45">
              <w:t>10</w:t>
            </w:r>
            <w:r w:rsidR="00405D9E" w:rsidRPr="00405D9E">
              <w:t xml:space="preserve"> Manage organic livestock production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6433F78F" w14:textId="77777777" w:rsidR="00E108FD" w:rsidRDefault="00E108FD" w:rsidP="00E108FD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6E6494FD" w14:textId="77777777" w:rsidR="00297131" w:rsidRDefault="00297131" w:rsidP="00E108FD">
            <w:pPr>
              <w:pStyle w:val="SIText"/>
            </w:pPr>
          </w:p>
          <w:p w14:paraId="38AD215C" w14:textId="782983A5" w:rsidR="00E108FD" w:rsidRDefault="00E108FD" w:rsidP="00E108FD">
            <w:pPr>
              <w:pStyle w:val="SIText"/>
            </w:pPr>
            <w:r>
              <w:t>There must be evidence that the individual has</w:t>
            </w:r>
            <w:r w:rsidR="00297131">
              <w:t>,</w:t>
            </w:r>
            <w:r>
              <w:t xml:space="preserve"> on at least one occasion</w:t>
            </w:r>
            <w:r w:rsidR="00297131">
              <w:t>,</w:t>
            </w:r>
            <w:r>
              <w:t xml:space="preserve"> managed livestock production for an organic farm and has:</w:t>
            </w:r>
          </w:p>
          <w:p w14:paraId="286DA504" w14:textId="57A9A2DD" w:rsidR="004D52C9" w:rsidRPr="004D52C9" w:rsidRDefault="004D52C9" w:rsidP="004D52C9">
            <w:pPr>
              <w:pStyle w:val="SIBulletList1"/>
            </w:pPr>
            <w:r w:rsidRPr="004D52C9">
              <w:t>monitor</w:t>
            </w:r>
            <w:r w:rsidR="00E108FD">
              <w:t>ed</w:t>
            </w:r>
            <w:r w:rsidRPr="004D52C9">
              <w:t xml:space="preserve"> and maintain</w:t>
            </w:r>
            <w:r w:rsidR="00E108FD">
              <w:t>ed</w:t>
            </w:r>
            <w:r w:rsidRPr="004D52C9">
              <w:t xml:space="preserve"> animals in an organic production system</w:t>
            </w:r>
          </w:p>
          <w:p w14:paraId="1160553C" w14:textId="34AAE5FB" w:rsidR="004D52C9" w:rsidRPr="004D52C9" w:rsidRDefault="004D52C9" w:rsidP="004D52C9">
            <w:pPr>
              <w:pStyle w:val="SIBulletList1"/>
            </w:pPr>
            <w:r w:rsidRPr="004D52C9">
              <w:t>provide</w:t>
            </w:r>
            <w:r w:rsidR="00E108FD">
              <w:t>d</w:t>
            </w:r>
            <w:r w:rsidRPr="004D52C9">
              <w:t xml:space="preserve"> a suitable diet and living environment for animals </w:t>
            </w:r>
            <w:r w:rsidR="00E108FD">
              <w:t xml:space="preserve">according to </w:t>
            </w:r>
            <w:r w:rsidRPr="004D52C9">
              <w:t>Standards for Organic Livestock Production and agroecological principles</w:t>
            </w:r>
          </w:p>
          <w:p w14:paraId="37B29CEA" w14:textId="1083F143" w:rsidR="004D52C9" w:rsidRPr="004D52C9" w:rsidRDefault="004D52C9" w:rsidP="004D52C9">
            <w:pPr>
              <w:pStyle w:val="SIBulletList1"/>
            </w:pPr>
            <w:r w:rsidRPr="004D52C9">
              <w:t>integrate</w:t>
            </w:r>
            <w:r w:rsidR="00E108FD">
              <w:t>d</w:t>
            </w:r>
            <w:r w:rsidRPr="004D52C9">
              <w:t xml:space="preserve"> animals into an organic production system</w:t>
            </w:r>
          </w:p>
          <w:p w14:paraId="5A3A86BC" w14:textId="22618F9E" w:rsidR="004D52C9" w:rsidRPr="004D52C9" w:rsidRDefault="004D52C9" w:rsidP="004D52C9">
            <w:pPr>
              <w:pStyle w:val="SIBulletList1"/>
            </w:pPr>
            <w:r w:rsidRPr="004D52C9">
              <w:t>manage</w:t>
            </w:r>
            <w:r w:rsidR="00E108FD">
              <w:t>d</w:t>
            </w:r>
            <w:r w:rsidRPr="004D52C9">
              <w:t xml:space="preserve"> animal health and welfare</w:t>
            </w:r>
          </w:p>
          <w:p w14:paraId="5EDEDA72" w14:textId="4546C47D" w:rsidR="00297131" w:rsidRPr="004D52C9" w:rsidRDefault="004D52C9" w:rsidP="004D52C9">
            <w:pPr>
              <w:pStyle w:val="SIBulletList1"/>
            </w:pPr>
            <w:r w:rsidRPr="004D52C9">
              <w:t>manage</w:t>
            </w:r>
            <w:r w:rsidR="00E108FD">
              <w:t>d</w:t>
            </w:r>
            <w:r w:rsidRPr="004D52C9">
              <w:t xml:space="preserve"> grazing of animals to enhance soil health and fertility</w:t>
            </w:r>
          </w:p>
          <w:p w14:paraId="6BFA69AA" w14:textId="3040EB55" w:rsidR="006130F4" w:rsidRPr="005404CB" w:rsidRDefault="004D52C9" w:rsidP="001D43A3">
            <w:pPr>
              <w:pStyle w:val="SIBulletList1"/>
            </w:pPr>
            <w:r w:rsidRPr="004D52C9">
              <w:t>implement</w:t>
            </w:r>
            <w:r w:rsidR="00E108FD">
              <w:t>ed</w:t>
            </w:r>
            <w:r w:rsidRPr="004D52C9">
              <w:t xml:space="preserve"> enterprise environmental sustainability practices</w:t>
            </w:r>
            <w:r w:rsidR="00E108FD">
              <w:t xml:space="preserve"> and organic standards.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7BC1F209" w14:textId="77777777" w:rsidR="00E108FD" w:rsidRDefault="00E108FD" w:rsidP="00E108FD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0E164C6D" w14:textId="1B0C2592" w:rsidR="004D52C9" w:rsidRPr="004D52C9" w:rsidRDefault="004D52C9" w:rsidP="004D52C9">
            <w:pPr>
              <w:pStyle w:val="SIBulletList1"/>
            </w:pPr>
            <w:r w:rsidRPr="004D52C9">
              <w:t xml:space="preserve">organic </w:t>
            </w:r>
            <w:r w:rsidR="00E108FD">
              <w:t xml:space="preserve">standards and </w:t>
            </w:r>
            <w:r w:rsidRPr="004D52C9">
              <w:t>certification requirements</w:t>
            </w:r>
          </w:p>
          <w:p w14:paraId="087EA8AC" w14:textId="46ECC055" w:rsidR="004D52C9" w:rsidRPr="004D52C9" w:rsidRDefault="004D52C9" w:rsidP="004D52C9">
            <w:pPr>
              <w:pStyle w:val="SIBulletList1"/>
            </w:pPr>
            <w:r w:rsidRPr="004D52C9">
              <w:t>organic agriculture and agroecological principles</w:t>
            </w:r>
          </w:p>
          <w:p w14:paraId="7E19955D" w14:textId="01EB9CBD" w:rsidR="004D52C9" w:rsidRPr="004D52C9" w:rsidRDefault="004D52C9" w:rsidP="004D52C9">
            <w:pPr>
              <w:pStyle w:val="SIBulletList1"/>
            </w:pPr>
            <w:r w:rsidRPr="004D52C9">
              <w:t>animal health, pests, parasites and diseases</w:t>
            </w:r>
            <w:r w:rsidR="00246676">
              <w:t xml:space="preserve"> and their control</w:t>
            </w:r>
          </w:p>
          <w:p w14:paraId="36840A8B" w14:textId="77777777" w:rsidR="004D52C9" w:rsidRPr="004D52C9" w:rsidRDefault="004D52C9" w:rsidP="004D52C9">
            <w:pPr>
              <w:pStyle w:val="SIBulletList1"/>
            </w:pPr>
            <w:r w:rsidRPr="004D52C9">
              <w:t>relevant animal welfare code of practice</w:t>
            </w:r>
          </w:p>
          <w:p w14:paraId="2D2759FE" w14:textId="77777777" w:rsidR="00246676" w:rsidRDefault="004D52C9" w:rsidP="004D52C9">
            <w:pPr>
              <w:pStyle w:val="SIBulletList1"/>
            </w:pPr>
            <w:r w:rsidRPr="004D52C9">
              <w:t>grazing management, including</w:t>
            </w:r>
            <w:r w:rsidR="00246676">
              <w:t>:</w:t>
            </w:r>
          </w:p>
          <w:p w14:paraId="41EC4E2B" w14:textId="3C0A1553" w:rsidR="00246676" w:rsidRDefault="004D52C9" w:rsidP="004A4B12">
            <w:pPr>
              <w:pStyle w:val="SIBulletList2"/>
            </w:pPr>
            <w:r w:rsidRPr="004D52C9">
              <w:t>pasture identification and assessment</w:t>
            </w:r>
          </w:p>
          <w:p w14:paraId="405F7276" w14:textId="69E0EF56" w:rsidR="00246676" w:rsidRDefault="004D52C9" w:rsidP="004A4B12">
            <w:pPr>
              <w:pStyle w:val="SIBulletList2"/>
            </w:pPr>
            <w:r w:rsidRPr="004D52C9">
              <w:t>feed budgeting</w:t>
            </w:r>
          </w:p>
          <w:p w14:paraId="7837E540" w14:textId="754A9C71" w:rsidR="00246676" w:rsidRPr="004D52C9" w:rsidRDefault="004D52C9" w:rsidP="004A4B12">
            <w:pPr>
              <w:pStyle w:val="SIBulletList2"/>
            </w:pPr>
            <w:r w:rsidRPr="004D52C9">
              <w:t>planned grazing strategies</w:t>
            </w:r>
          </w:p>
          <w:p w14:paraId="362EF9CB" w14:textId="77777777" w:rsidR="004D52C9" w:rsidRPr="004D52C9" w:rsidRDefault="004D52C9" w:rsidP="004D52C9">
            <w:pPr>
              <w:pStyle w:val="SIBulletList1"/>
            </w:pPr>
            <w:r w:rsidRPr="004D52C9">
              <w:t>carrying capacity and sustainable pasture utilisation</w:t>
            </w:r>
          </w:p>
          <w:p w14:paraId="4331B0FF" w14:textId="1038929B" w:rsidR="004D52C9" w:rsidRDefault="004D52C9" w:rsidP="004D52C9">
            <w:pPr>
              <w:pStyle w:val="SIBulletList1"/>
            </w:pPr>
            <w:r w:rsidRPr="004D52C9">
              <w:t>pasture, land and soil condition and indicators</w:t>
            </w:r>
            <w:r w:rsidR="00246676">
              <w:t xml:space="preserve"> of fertility, including:</w:t>
            </w:r>
          </w:p>
          <w:p w14:paraId="15F2EA04" w14:textId="77777777" w:rsidR="00246676" w:rsidRDefault="00246676" w:rsidP="004A4B12">
            <w:pPr>
              <w:pStyle w:val="SIBulletList2"/>
            </w:pPr>
            <w:r w:rsidRPr="004D52C9">
              <w:t>soil-testing</w:t>
            </w:r>
          </w:p>
          <w:p w14:paraId="655CF1CA" w14:textId="77777777" w:rsidR="00246676" w:rsidRDefault="00246676" w:rsidP="004A4B12">
            <w:pPr>
              <w:pStyle w:val="SIBulletList2"/>
            </w:pPr>
            <w:r w:rsidRPr="004D52C9">
              <w:t>plant testing</w:t>
            </w:r>
          </w:p>
          <w:p w14:paraId="07E038DB" w14:textId="7BA73DC9" w:rsidR="00246676" w:rsidRPr="00246676" w:rsidRDefault="00246676" w:rsidP="004A4B12">
            <w:pPr>
              <w:pStyle w:val="SIBulletList2"/>
            </w:pPr>
            <w:r w:rsidRPr="004D52C9">
              <w:t>observation</w:t>
            </w:r>
            <w:r>
              <w:t xml:space="preserve"> of plant growth</w:t>
            </w:r>
          </w:p>
          <w:p w14:paraId="646005B8" w14:textId="77777777" w:rsidR="004D52C9" w:rsidRPr="004D52C9" w:rsidRDefault="004D52C9" w:rsidP="004D52C9">
            <w:pPr>
              <w:pStyle w:val="SIBulletList1"/>
            </w:pPr>
            <w:r w:rsidRPr="004D52C9">
              <w:t>management options for animal health based on an understanding of pest life cycles, genetic selection and acquired immunity</w:t>
            </w:r>
          </w:p>
          <w:p w14:paraId="70354A2D" w14:textId="7A04A52A" w:rsidR="00246676" w:rsidRDefault="004D52C9" w:rsidP="004D52C9">
            <w:pPr>
              <w:pStyle w:val="SIBulletList1"/>
            </w:pPr>
            <w:r w:rsidRPr="004D52C9">
              <w:t xml:space="preserve">permitted, restricted and prohibited inputs and activities </w:t>
            </w:r>
            <w:r w:rsidR="00246676">
              <w:t xml:space="preserve">for </w:t>
            </w:r>
            <w:r w:rsidR="00246676" w:rsidRPr="004D52C9">
              <w:t xml:space="preserve">soil, plant and animal health </w:t>
            </w:r>
            <w:r w:rsidRPr="004D52C9">
              <w:t xml:space="preserve">as </w:t>
            </w:r>
            <w:r w:rsidR="00246676">
              <w:t>specified</w:t>
            </w:r>
            <w:r w:rsidR="00246676" w:rsidRPr="004D52C9">
              <w:t xml:space="preserve"> </w:t>
            </w:r>
            <w:r w:rsidRPr="004D52C9">
              <w:t xml:space="preserve">in the </w:t>
            </w:r>
            <w:r w:rsidR="007C4E47">
              <w:t>n</w:t>
            </w:r>
            <w:r w:rsidRPr="004D52C9">
              <w:t xml:space="preserve">ational </w:t>
            </w:r>
            <w:r w:rsidR="007C4E47">
              <w:t>s</w:t>
            </w:r>
            <w:r w:rsidRPr="004D52C9">
              <w:t xml:space="preserve">tandards for </w:t>
            </w:r>
            <w:r w:rsidR="007C4E47">
              <w:t>o</w:t>
            </w:r>
            <w:r w:rsidRPr="004D52C9">
              <w:t xml:space="preserve">rganic </w:t>
            </w:r>
            <w:r w:rsidR="007C4E47">
              <w:t>and biodynamic l</w:t>
            </w:r>
            <w:r w:rsidRPr="004D52C9">
              <w:t xml:space="preserve">ivestock </w:t>
            </w:r>
            <w:r w:rsidR="007C4E47">
              <w:t>p</w:t>
            </w:r>
            <w:r w:rsidRPr="004D52C9">
              <w:t>roduction</w:t>
            </w:r>
            <w:r w:rsidR="00246676">
              <w:t>, including:</w:t>
            </w:r>
          </w:p>
          <w:p w14:paraId="0D64885B" w14:textId="77777777" w:rsidR="00246676" w:rsidRDefault="00246676" w:rsidP="004A4B12">
            <w:pPr>
              <w:pStyle w:val="SIBulletList2"/>
            </w:pPr>
            <w:r w:rsidRPr="004D52C9">
              <w:t>recycling</w:t>
            </w:r>
          </w:p>
          <w:p w14:paraId="68D758B3" w14:textId="77777777" w:rsidR="00246676" w:rsidRDefault="00246676" w:rsidP="004A4B12">
            <w:pPr>
              <w:pStyle w:val="SIBulletList2"/>
            </w:pPr>
            <w:r w:rsidRPr="004D52C9">
              <w:t>optimising nutrient availability in soil</w:t>
            </w:r>
          </w:p>
          <w:p w14:paraId="076FA6E4" w14:textId="04694067" w:rsidR="00246676" w:rsidRDefault="00246676" w:rsidP="004A4B12">
            <w:pPr>
              <w:pStyle w:val="SIBulletList2"/>
            </w:pPr>
            <w:r w:rsidRPr="004D52C9">
              <w:t>so</w:t>
            </w:r>
            <w:r>
              <w:t>urcing fertility inputs</w:t>
            </w:r>
          </w:p>
          <w:p w14:paraId="69D5F302" w14:textId="77777777" w:rsidR="004D52C9" w:rsidRPr="004D52C9" w:rsidRDefault="004D52C9">
            <w:pPr>
              <w:pStyle w:val="SIBulletList1"/>
            </w:pPr>
            <w:r w:rsidRPr="00246676">
              <w:t>work</w:t>
            </w:r>
            <w:r w:rsidRPr="004D52C9">
              <w:t xml:space="preserve"> health and safety and animal welfare legislation and codes of practice.</w:t>
            </w:r>
          </w:p>
          <w:p w14:paraId="5C8CD985" w14:textId="039B5D51" w:rsidR="006130F4" w:rsidRPr="005404CB" w:rsidRDefault="007C4E47" w:rsidP="004A4B12">
            <w:pPr>
              <w:pStyle w:val="SIBulletList1"/>
            </w:pPr>
            <w:r>
              <w:t>record</w:t>
            </w:r>
            <w:r w:rsidR="00DB6D10">
              <w:t>-</w:t>
            </w:r>
            <w:r>
              <w:t>keeping practices for f</w:t>
            </w:r>
            <w:r w:rsidR="00246676">
              <w:t>arm and organic certification.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3E83D39E" w14:textId="77777777" w:rsidR="00246676" w:rsidRPr="00246676" w:rsidRDefault="00246676" w:rsidP="004A4B12">
            <w:pPr>
              <w:pStyle w:val="SIText"/>
            </w:pPr>
            <w:r w:rsidRPr="00246676">
              <w:t xml:space="preserve">Assessment of the skills in this unit of competency must take place under the following conditions: </w:t>
            </w:r>
          </w:p>
          <w:p w14:paraId="625A3547" w14:textId="77777777" w:rsidR="00246676" w:rsidRPr="00246676" w:rsidRDefault="00246676" w:rsidP="004A4B12">
            <w:pPr>
              <w:pStyle w:val="SIBulletList1"/>
            </w:pPr>
            <w:r w:rsidRPr="00246676">
              <w:t>physical conditions:</w:t>
            </w:r>
          </w:p>
          <w:p w14:paraId="39BADFAD" w14:textId="7E305826" w:rsidR="00246676" w:rsidRPr="00246676" w:rsidRDefault="00246676" w:rsidP="00246676">
            <w:pPr>
              <w:pStyle w:val="SIBulletList2"/>
            </w:pPr>
            <w:r w:rsidRPr="00246676">
              <w:t xml:space="preserve">skills must be demonstrated </w:t>
            </w:r>
            <w:r>
              <w:t>on an organic farm o</w:t>
            </w:r>
            <w:r w:rsidRPr="00246676">
              <w:t>r an environment that accurately represents workplace conditions</w:t>
            </w:r>
          </w:p>
          <w:p w14:paraId="5123C57D" w14:textId="77777777" w:rsidR="00246676" w:rsidRPr="00246676" w:rsidRDefault="00246676" w:rsidP="004A4B12">
            <w:pPr>
              <w:pStyle w:val="SIBulletList1"/>
            </w:pPr>
            <w:r w:rsidRPr="00246676">
              <w:t xml:space="preserve">resources, </w:t>
            </w:r>
            <w:proofErr w:type="gramStart"/>
            <w:r w:rsidRPr="00246676">
              <w:t>equipment</w:t>
            </w:r>
            <w:proofErr w:type="gramEnd"/>
            <w:r w:rsidRPr="00246676">
              <w:t xml:space="preserve"> and materials:</w:t>
            </w:r>
          </w:p>
          <w:p w14:paraId="645C3DDA" w14:textId="31F3549F" w:rsidR="00246676" w:rsidRDefault="00246676" w:rsidP="00246676">
            <w:pPr>
              <w:pStyle w:val="SIBulletList2"/>
            </w:pPr>
            <w:r>
              <w:t xml:space="preserve">tools, </w:t>
            </w:r>
            <w:r w:rsidRPr="00246676">
              <w:t>equipment</w:t>
            </w:r>
            <w:r>
              <w:t xml:space="preserve"> and machinery</w:t>
            </w:r>
            <w:r w:rsidR="00BB74DF">
              <w:t xml:space="preserve"> used for organic livestock production</w:t>
            </w:r>
          </w:p>
          <w:p w14:paraId="3B65DAEB" w14:textId="501F5BC5" w:rsidR="002F2613" w:rsidRPr="00246676" w:rsidRDefault="002F2613" w:rsidP="00246676">
            <w:pPr>
              <w:pStyle w:val="SIBulletList2"/>
            </w:pPr>
            <w:r>
              <w:t>input materials and consumables</w:t>
            </w:r>
          </w:p>
          <w:p w14:paraId="41BDAE2F" w14:textId="0AD5B7CB" w:rsidR="00246676" w:rsidRPr="00246676" w:rsidRDefault="00246676" w:rsidP="00246676">
            <w:pPr>
              <w:pStyle w:val="SIBulletList2"/>
            </w:pPr>
            <w:r w:rsidRPr="00246676">
              <w:t>personal protective equipment</w:t>
            </w:r>
          </w:p>
          <w:p w14:paraId="24D020AF" w14:textId="77777777" w:rsidR="00246676" w:rsidRPr="00246676" w:rsidRDefault="00246676" w:rsidP="004A4B12">
            <w:pPr>
              <w:pStyle w:val="SIBulletList1"/>
            </w:pPr>
            <w:r w:rsidRPr="00246676">
              <w:t>specifications:</w:t>
            </w:r>
          </w:p>
          <w:p w14:paraId="5F82AAB8" w14:textId="1C93398D" w:rsidR="00246676" w:rsidRPr="00246676" w:rsidRDefault="00246676" w:rsidP="00246676">
            <w:pPr>
              <w:pStyle w:val="SIBulletList2"/>
            </w:pPr>
            <w:r w:rsidRPr="00246676">
              <w:t>workplace policies</w:t>
            </w:r>
            <w:r>
              <w:t xml:space="preserve"> and </w:t>
            </w:r>
            <w:r w:rsidRPr="00246676">
              <w:t>procedures</w:t>
            </w:r>
          </w:p>
          <w:p w14:paraId="32DC4A2F" w14:textId="2256378C" w:rsidR="00246676" w:rsidRPr="00246676" w:rsidRDefault="00246676" w:rsidP="00246676">
            <w:pPr>
              <w:pStyle w:val="SIBulletList2"/>
            </w:pPr>
            <w:r w:rsidRPr="00246676">
              <w:t>manufacturer operating instructions for equipment and machinery</w:t>
            </w:r>
          </w:p>
          <w:p w14:paraId="4816B1C9" w14:textId="5400CE6F" w:rsidR="00246676" w:rsidRPr="00246676" w:rsidRDefault="00246676" w:rsidP="00246676">
            <w:pPr>
              <w:pStyle w:val="SIBulletList2"/>
            </w:pPr>
            <w:r w:rsidRPr="00246676">
              <w:t>safety data sheets</w:t>
            </w:r>
          </w:p>
          <w:p w14:paraId="29AF3527" w14:textId="50CC3F07" w:rsidR="00246676" w:rsidRPr="00246676" w:rsidRDefault="00246676" w:rsidP="00246676">
            <w:pPr>
              <w:pStyle w:val="SIBulletList2"/>
            </w:pPr>
            <w:r w:rsidRPr="00246676">
              <w:t xml:space="preserve">workplace </w:t>
            </w:r>
            <w:r w:rsidR="006A4DCE">
              <w:t>livestock production specifications</w:t>
            </w:r>
          </w:p>
          <w:p w14:paraId="4196D76F" w14:textId="74352CA3" w:rsidR="00246676" w:rsidRPr="00246676" w:rsidRDefault="00246676" w:rsidP="00246676">
            <w:pPr>
              <w:pStyle w:val="SIBulletList2"/>
            </w:pPr>
            <w:r w:rsidRPr="00246676">
              <w:lastRenderedPageBreak/>
              <w:t xml:space="preserve">specific </w:t>
            </w:r>
            <w:r w:rsidR="006A4DCE">
              <w:t>organic and biodynamic standards</w:t>
            </w:r>
          </w:p>
          <w:p w14:paraId="52D394FD" w14:textId="77777777" w:rsidR="00246676" w:rsidRPr="00246676" w:rsidRDefault="00246676" w:rsidP="004A4B12">
            <w:pPr>
              <w:pStyle w:val="SIBulletList1"/>
            </w:pPr>
            <w:r w:rsidRPr="00246676">
              <w:t>relationships:</w:t>
            </w:r>
          </w:p>
          <w:p w14:paraId="23382AC1" w14:textId="4C50DA63" w:rsidR="00246676" w:rsidRPr="00246676" w:rsidRDefault="006A4DCE">
            <w:pPr>
              <w:pStyle w:val="SIBulletList2"/>
            </w:pPr>
            <w:r>
              <w:t>team member</w:t>
            </w:r>
            <w:r w:rsidR="00246676" w:rsidRPr="00246676">
              <w:t>.</w:t>
            </w:r>
          </w:p>
          <w:p w14:paraId="3CCCE69C" w14:textId="77777777" w:rsidR="00246676" w:rsidRPr="00246676" w:rsidRDefault="00246676" w:rsidP="004A4B12">
            <w:pPr>
              <w:pStyle w:val="SIText"/>
            </w:pPr>
          </w:p>
          <w:p w14:paraId="759850B7" w14:textId="3461B4FA" w:rsidR="0011400B" w:rsidRPr="005404CB" w:rsidRDefault="00246676" w:rsidP="0011400B">
            <w:pPr>
              <w:pStyle w:val="SIText"/>
              <w:rPr>
                <w:rFonts w:eastAsia="Calibri"/>
              </w:rPr>
            </w:pPr>
            <w:r w:rsidRPr="0024667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3D755B1A" w:rsidR="00F1480E" w:rsidRPr="005404CB" w:rsidRDefault="00DB6D10" w:rsidP="005404CB">
            <w:pPr>
              <w:pStyle w:val="SIText"/>
            </w:pPr>
            <w:r>
              <w:t xml:space="preserve">Companion Volumes, including Implementation </w:t>
            </w:r>
            <w:r w:rsidRPr="00DB6D10">
              <w:t xml:space="preserve">Guides, are available at </w:t>
            </w:r>
            <w:proofErr w:type="spellStart"/>
            <w:r w:rsidRPr="00DB6D10">
              <w:t>VETNet</w:t>
            </w:r>
            <w:proofErr w:type="spellEnd"/>
            <w:r w:rsidRPr="00DB6D10">
              <w:t xml:space="preserve">: </w:t>
            </w:r>
            <w:hyperlink r:id="rId12" w:history="1">
              <w:r w:rsidRPr="00DB6D10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5662E" w14:textId="77777777" w:rsidR="00FF2BD8" w:rsidRDefault="00FF2BD8" w:rsidP="00BF3F0A">
      <w:r>
        <w:separator/>
      </w:r>
    </w:p>
    <w:p w14:paraId="60DD9AF2" w14:textId="77777777" w:rsidR="00FF2BD8" w:rsidRDefault="00FF2BD8"/>
  </w:endnote>
  <w:endnote w:type="continuationSeparator" w:id="0">
    <w:p w14:paraId="581B6CF6" w14:textId="77777777" w:rsidR="00FF2BD8" w:rsidRDefault="00FF2BD8" w:rsidP="00BF3F0A">
      <w:r>
        <w:continuationSeparator/>
      </w:r>
    </w:p>
    <w:p w14:paraId="2F2FFC20" w14:textId="77777777" w:rsidR="00FF2BD8" w:rsidRDefault="00FF2B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64DE6">
          <w:rPr>
            <w:noProof/>
          </w:rPr>
          <w:t>1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DF44B" w14:textId="77777777" w:rsidR="00FF2BD8" w:rsidRDefault="00FF2BD8" w:rsidP="00BF3F0A">
      <w:r>
        <w:separator/>
      </w:r>
    </w:p>
    <w:p w14:paraId="0111AA9B" w14:textId="77777777" w:rsidR="00FF2BD8" w:rsidRDefault="00FF2BD8"/>
  </w:footnote>
  <w:footnote w:type="continuationSeparator" w:id="0">
    <w:p w14:paraId="02C6AF35" w14:textId="77777777" w:rsidR="00FF2BD8" w:rsidRDefault="00FF2BD8" w:rsidP="00BF3F0A">
      <w:r>
        <w:continuationSeparator/>
      </w:r>
    </w:p>
    <w:p w14:paraId="1B3C31ED" w14:textId="77777777" w:rsidR="00FF2BD8" w:rsidRDefault="00FF2B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6AA1D65B" w:rsidR="009C2650" w:rsidRPr="000754EC" w:rsidRDefault="001361BF" w:rsidP="00146EEC">
    <w:pPr>
      <w:pStyle w:val="SIText"/>
    </w:pPr>
    <w:r w:rsidRPr="001361BF">
      <w:t xml:space="preserve"> AHCORG4</w:t>
    </w:r>
    <w:r w:rsidR="00DC4D45">
      <w:t>10</w:t>
    </w:r>
    <w:r w:rsidRPr="001361BF">
      <w:t xml:space="preserve"> Manage organic livestock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1C8371F"/>
    <w:multiLevelType w:val="multilevel"/>
    <w:tmpl w:val="C7523C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D23C0A"/>
    <w:multiLevelType w:val="multilevel"/>
    <w:tmpl w:val="14EE35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55A70F1"/>
    <w:multiLevelType w:val="multilevel"/>
    <w:tmpl w:val="1BA01B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CC41E34"/>
    <w:multiLevelType w:val="multilevel"/>
    <w:tmpl w:val="C18ED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0204621">
    <w:abstractNumId w:val="10"/>
  </w:num>
  <w:num w:numId="2" w16cid:durableId="689796345">
    <w:abstractNumId w:val="6"/>
  </w:num>
  <w:num w:numId="3" w16cid:durableId="1133132317">
    <w:abstractNumId w:val="3"/>
  </w:num>
  <w:num w:numId="4" w16cid:durableId="109671294">
    <w:abstractNumId w:val="17"/>
  </w:num>
  <w:num w:numId="5" w16cid:durableId="497186040">
    <w:abstractNumId w:val="1"/>
  </w:num>
  <w:num w:numId="6" w16cid:durableId="1589969541">
    <w:abstractNumId w:val="9"/>
  </w:num>
  <w:num w:numId="7" w16cid:durableId="314065344">
    <w:abstractNumId w:val="2"/>
  </w:num>
  <w:num w:numId="8" w16cid:durableId="1505706749">
    <w:abstractNumId w:val="0"/>
  </w:num>
  <w:num w:numId="9" w16cid:durableId="816604562">
    <w:abstractNumId w:val="16"/>
  </w:num>
  <w:num w:numId="10" w16cid:durableId="1312102497">
    <w:abstractNumId w:val="12"/>
  </w:num>
  <w:num w:numId="11" w16cid:durableId="816845889">
    <w:abstractNumId w:val="15"/>
  </w:num>
  <w:num w:numId="12" w16cid:durableId="1524633260">
    <w:abstractNumId w:val="13"/>
  </w:num>
  <w:num w:numId="13" w16cid:durableId="809907988">
    <w:abstractNumId w:val="18"/>
  </w:num>
  <w:num w:numId="14" w16cid:durableId="680202147">
    <w:abstractNumId w:val="4"/>
  </w:num>
  <w:num w:numId="15" w16cid:durableId="1976401635">
    <w:abstractNumId w:val="5"/>
  </w:num>
  <w:num w:numId="16" w16cid:durableId="1994986084">
    <w:abstractNumId w:val="19"/>
  </w:num>
  <w:num w:numId="17" w16cid:durableId="651298116">
    <w:abstractNumId w:val="14"/>
  </w:num>
  <w:num w:numId="18" w16cid:durableId="1519274087">
    <w:abstractNumId w:val="8"/>
  </w:num>
  <w:num w:numId="19" w16cid:durableId="563183495">
    <w:abstractNumId w:val="7"/>
  </w:num>
  <w:num w:numId="20" w16cid:durableId="19833402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5226"/>
    <w:rsid w:val="00070B3E"/>
    <w:rsid w:val="00071F95"/>
    <w:rsid w:val="000737BB"/>
    <w:rsid w:val="00074E47"/>
    <w:rsid w:val="000754EC"/>
    <w:rsid w:val="0009093B"/>
    <w:rsid w:val="000A5441"/>
    <w:rsid w:val="000A6903"/>
    <w:rsid w:val="000B1748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400B"/>
    <w:rsid w:val="00133957"/>
    <w:rsid w:val="0013525C"/>
    <w:rsid w:val="001361BF"/>
    <w:rsid w:val="001372F6"/>
    <w:rsid w:val="00144385"/>
    <w:rsid w:val="00146EEC"/>
    <w:rsid w:val="00151D55"/>
    <w:rsid w:val="00151D93"/>
    <w:rsid w:val="00156EF3"/>
    <w:rsid w:val="00176E4F"/>
    <w:rsid w:val="0018546B"/>
    <w:rsid w:val="001A37F6"/>
    <w:rsid w:val="001A6A3E"/>
    <w:rsid w:val="001A7B6D"/>
    <w:rsid w:val="001B34D5"/>
    <w:rsid w:val="001B513A"/>
    <w:rsid w:val="001C0A75"/>
    <w:rsid w:val="001C1306"/>
    <w:rsid w:val="001D30EB"/>
    <w:rsid w:val="001D43A3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6676"/>
    <w:rsid w:val="0026110A"/>
    <w:rsid w:val="00262FC3"/>
    <w:rsid w:val="0026394F"/>
    <w:rsid w:val="00267AF6"/>
    <w:rsid w:val="00276DB8"/>
    <w:rsid w:val="00282664"/>
    <w:rsid w:val="00285FB8"/>
    <w:rsid w:val="002970C3"/>
    <w:rsid w:val="00297131"/>
    <w:rsid w:val="002A4CD3"/>
    <w:rsid w:val="002A6CC4"/>
    <w:rsid w:val="002C55E9"/>
    <w:rsid w:val="002D0C8B"/>
    <w:rsid w:val="002D330A"/>
    <w:rsid w:val="002E170C"/>
    <w:rsid w:val="002E193E"/>
    <w:rsid w:val="002F2613"/>
    <w:rsid w:val="00305EFF"/>
    <w:rsid w:val="00310A6A"/>
    <w:rsid w:val="003144E6"/>
    <w:rsid w:val="0032663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1E3A"/>
    <w:rsid w:val="003B3493"/>
    <w:rsid w:val="003C13AE"/>
    <w:rsid w:val="003C7152"/>
    <w:rsid w:val="003D2E73"/>
    <w:rsid w:val="003E72B6"/>
    <w:rsid w:val="003E7BBE"/>
    <w:rsid w:val="00405D9E"/>
    <w:rsid w:val="004127E3"/>
    <w:rsid w:val="0043212E"/>
    <w:rsid w:val="00434366"/>
    <w:rsid w:val="00434ECE"/>
    <w:rsid w:val="00444423"/>
    <w:rsid w:val="00452F3E"/>
    <w:rsid w:val="00460248"/>
    <w:rsid w:val="0046239A"/>
    <w:rsid w:val="004640AE"/>
    <w:rsid w:val="00466F18"/>
    <w:rsid w:val="004679E3"/>
    <w:rsid w:val="00475172"/>
    <w:rsid w:val="00475717"/>
    <w:rsid w:val="004758B0"/>
    <w:rsid w:val="0048067C"/>
    <w:rsid w:val="004832D2"/>
    <w:rsid w:val="00485559"/>
    <w:rsid w:val="004A0708"/>
    <w:rsid w:val="004A142B"/>
    <w:rsid w:val="004A3860"/>
    <w:rsid w:val="004A44E8"/>
    <w:rsid w:val="004A4B12"/>
    <w:rsid w:val="004A581D"/>
    <w:rsid w:val="004A7706"/>
    <w:rsid w:val="004A77E3"/>
    <w:rsid w:val="004B29B7"/>
    <w:rsid w:val="004B6C62"/>
    <w:rsid w:val="004B7A28"/>
    <w:rsid w:val="004C2244"/>
    <w:rsid w:val="004C79A1"/>
    <w:rsid w:val="004D0D5F"/>
    <w:rsid w:val="004D1400"/>
    <w:rsid w:val="004D1569"/>
    <w:rsid w:val="004D44B1"/>
    <w:rsid w:val="004D52C9"/>
    <w:rsid w:val="004E0011"/>
    <w:rsid w:val="004E0460"/>
    <w:rsid w:val="004E1579"/>
    <w:rsid w:val="004E53FA"/>
    <w:rsid w:val="004E5FAE"/>
    <w:rsid w:val="004E6245"/>
    <w:rsid w:val="004E6741"/>
    <w:rsid w:val="004E7094"/>
    <w:rsid w:val="004E78D7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2E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0F4"/>
    <w:rsid w:val="00613B49"/>
    <w:rsid w:val="00616845"/>
    <w:rsid w:val="00620E8E"/>
    <w:rsid w:val="00633CFE"/>
    <w:rsid w:val="00634FCA"/>
    <w:rsid w:val="00643D1B"/>
    <w:rsid w:val="006452B8"/>
    <w:rsid w:val="00652896"/>
    <w:rsid w:val="00652E62"/>
    <w:rsid w:val="00686A49"/>
    <w:rsid w:val="00687B62"/>
    <w:rsid w:val="00690C44"/>
    <w:rsid w:val="00692EC8"/>
    <w:rsid w:val="00695C89"/>
    <w:rsid w:val="006969D9"/>
    <w:rsid w:val="006A2B68"/>
    <w:rsid w:val="006A4DCE"/>
    <w:rsid w:val="006C1872"/>
    <w:rsid w:val="006C2F32"/>
    <w:rsid w:val="006D1AF9"/>
    <w:rsid w:val="006D38C3"/>
    <w:rsid w:val="006D4448"/>
    <w:rsid w:val="006D6DFD"/>
    <w:rsid w:val="006E25E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1EAD"/>
    <w:rsid w:val="00752C75"/>
    <w:rsid w:val="00757005"/>
    <w:rsid w:val="00761DBE"/>
    <w:rsid w:val="00762DB6"/>
    <w:rsid w:val="0076523B"/>
    <w:rsid w:val="00771B60"/>
    <w:rsid w:val="00781D77"/>
    <w:rsid w:val="00783549"/>
    <w:rsid w:val="007860B7"/>
    <w:rsid w:val="00786DC8"/>
    <w:rsid w:val="007A300D"/>
    <w:rsid w:val="007C4E47"/>
    <w:rsid w:val="007D5A78"/>
    <w:rsid w:val="007E3BD1"/>
    <w:rsid w:val="007F1563"/>
    <w:rsid w:val="007F1EB2"/>
    <w:rsid w:val="007F44DB"/>
    <w:rsid w:val="007F5A8B"/>
    <w:rsid w:val="008034E1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73FE"/>
    <w:rsid w:val="00886790"/>
    <w:rsid w:val="008908DE"/>
    <w:rsid w:val="00896712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03631"/>
    <w:rsid w:val="00916CD7"/>
    <w:rsid w:val="009204B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2C4C"/>
    <w:rsid w:val="009B331A"/>
    <w:rsid w:val="009B7F7C"/>
    <w:rsid w:val="009C2650"/>
    <w:rsid w:val="009D15E2"/>
    <w:rsid w:val="009D15FE"/>
    <w:rsid w:val="009D5D2C"/>
    <w:rsid w:val="009F03D1"/>
    <w:rsid w:val="009F0DCC"/>
    <w:rsid w:val="009F11CA"/>
    <w:rsid w:val="00A0695B"/>
    <w:rsid w:val="00A13052"/>
    <w:rsid w:val="00A216A8"/>
    <w:rsid w:val="00A223A6"/>
    <w:rsid w:val="00A255A7"/>
    <w:rsid w:val="00A3135C"/>
    <w:rsid w:val="00A3639E"/>
    <w:rsid w:val="00A471E7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073B"/>
    <w:rsid w:val="00AF3957"/>
    <w:rsid w:val="00B0712C"/>
    <w:rsid w:val="00B12013"/>
    <w:rsid w:val="00B22C67"/>
    <w:rsid w:val="00B3508F"/>
    <w:rsid w:val="00B443EE"/>
    <w:rsid w:val="00B560C8"/>
    <w:rsid w:val="00B61150"/>
    <w:rsid w:val="00B6115B"/>
    <w:rsid w:val="00B65BC7"/>
    <w:rsid w:val="00B746B9"/>
    <w:rsid w:val="00B848D4"/>
    <w:rsid w:val="00B865B7"/>
    <w:rsid w:val="00BA1CB1"/>
    <w:rsid w:val="00BA4178"/>
    <w:rsid w:val="00BA482D"/>
    <w:rsid w:val="00BB1755"/>
    <w:rsid w:val="00BB17C1"/>
    <w:rsid w:val="00BB23F4"/>
    <w:rsid w:val="00BB74DF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66B6"/>
    <w:rsid w:val="00D87D32"/>
    <w:rsid w:val="00D91188"/>
    <w:rsid w:val="00D92C83"/>
    <w:rsid w:val="00D95C07"/>
    <w:rsid w:val="00DA0A81"/>
    <w:rsid w:val="00DA3C10"/>
    <w:rsid w:val="00DA53B5"/>
    <w:rsid w:val="00DB6D10"/>
    <w:rsid w:val="00DC1D69"/>
    <w:rsid w:val="00DC4D45"/>
    <w:rsid w:val="00DC5A3A"/>
    <w:rsid w:val="00DD0726"/>
    <w:rsid w:val="00E02C40"/>
    <w:rsid w:val="00E108FD"/>
    <w:rsid w:val="00E238E6"/>
    <w:rsid w:val="00E34CD8"/>
    <w:rsid w:val="00E35064"/>
    <w:rsid w:val="00E3681D"/>
    <w:rsid w:val="00E40225"/>
    <w:rsid w:val="00E501F0"/>
    <w:rsid w:val="00E6166D"/>
    <w:rsid w:val="00E64DE6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6A9E"/>
    <w:rsid w:val="00FB232E"/>
    <w:rsid w:val="00FD2D80"/>
    <w:rsid w:val="00FD557D"/>
    <w:rsid w:val="00FE0282"/>
    <w:rsid w:val="00FE124D"/>
    <w:rsid w:val="00FE792C"/>
    <w:rsid w:val="00FF2BD8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NormalWeb">
    <w:name w:val="Normal (Web)"/>
    <w:basedOn w:val="Normal"/>
    <w:uiPriority w:val="99"/>
    <w:semiHidden/>
    <w:unhideWhenUsed/>
    <w:locked/>
    <w:rsid w:val="004E0011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4A4B1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D1171B-4D85-4901-85EE-C1951C2E7C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purl.org/dc/elements/1.1/"/>
    <ds:schemaRef ds:uri="3fbd0e8e-82e5-4f83-89a2-7dbad393fe30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d50bbff7-d6dd-47d2-864a-cfdc2c3db0f4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084CF55-4B74-432B-B306-1009060686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</TotalTime>
  <Pages>5</Pages>
  <Words>1261</Words>
  <Characters>7192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8437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12</cp:revision>
  <cp:lastPrinted>2016-05-27T05:21:00Z</cp:lastPrinted>
  <dcterms:created xsi:type="dcterms:W3CDTF">2022-08-03T05:59:00Z</dcterms:created>
  <dcterms:modified xsi:type="dcterms:W3CDTF">2022-10-26T23:00:00Z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